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67B42" w:rsidRDefault="00967B42" w:rsidP="009877B4">
      <w:pPr>
        <w:pStyle w:val="NormalWeb"/>
        <w:bidi/>
        <w:rPr>
          <w:rtl/>
        </w:rPr>
      </w:pPr>
    </w:p>
    <w:p w:rsidR="00967B42" w:rsidRDefault="00967B42" w:rsidP="00DC43A8">
      <w:pPr>
        <w:pStyle w:val="NormalWeb"/>
        <w:bidi/>
        <w:jc w:val="right"/>
        <w:rPr>
          <w:b/>
          <w:bCs/>
          <w:sz w:val="40"/>
          <w:szCs w:val="40"/>
          <w:rtl/>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תמונה 0" o:spid="_x0000_s1026" type="#_x0000_t75" alt="sportskills_logo_last.jpg" style="position:absolute;margin-left:0;margin-top:0;width:153pt;height:36pt;z-index:251658240;visibility:visible;mso-position-horizontal:center;mso-position-horizontal-relative:margin;mso-position-vertical:top;mso-position-vertical-relative:margin">
            <v:imagedata r:id="rId4" o:title=""/>
            <w10:wrap type="square" anchorx="margin" anchory="margin"/>
          </v:shape>
        </w:pict>
      </w:r>
      <w:r>
        <w:rPr>
          <w:b/>
          <w:bCs/>
          <w:sz w:val="40"/>
          <w:szCs w:val="40"/>
          <w:rtl/>
        </w:rPr>
        <w:t xml:space="preserve">     </w:t>
      </w:r>
    </w:p>
    <w:p w:rsidR="00967B42" w:rsidRDefault="00967B42" w:rsidP="00A44AD0">
      <w:pPr>
        <w:pStyle w:val="NormalWeb"/>
        <w:bidi/>
        <w:rPr>
          <w:b/>
          <w:bCs/>
          <w:sz w:val="40"/>
          <w:szCs w:val="40"/>
          <w:u w:val="single"/>
          <w:rtl/>
        </w:rPr>
      </w:pPr>
      <w:r w:rsidRPr="00255504">
        <w:rPr>
          <w:b/>
          <w:bCs/>
          <w:sz w:val="40"/>
          <w:szCs w:val="40"/>
          <w:u w:val="single"/>
          <w:rtl/>
        </w:rPr>
        <w:t>תוכנית חינוכית קייטנ</w:t>
      </w:r>
      <w:r>
        <w:rPr>
          <w:b/>
          <w:bCs/>
          <w:sz w:val="40"/>
          <w:szCs w:val="40"/>
          <w:u w:val="single"/>
          <w:rtl/>
        </w:rPr>
        <w:t>ת</w:t>
      </w:r>
      <w:r w:rsidRPr="00255504">
        <w:rPr>
          <w:b/>
          <w:bCs/>
          <w:sz w:val="40"/>
          <w:szCs w:val="40"/>
          <w:u w:val="single"/>
          <w:rtl/>
        </w:rPr>
        <w:t xml:space="preserve"> </w:t>
      </w:r>
      <w:r>
        <w:rPr>
          <w:b/>
          <w:bCs/>
          <w:sz w:val="40"/>
          <w:szCs w:val="40"/>
          <w:u w:val="single"/>
          <w:rtl/>
        </w:rPr>
        <w:t>קיץ - יעד</w:t>
      </w:r>
    </w:p>
    <w:p w:rsidR="00967B42" w:rsidRPr="00255504" w:rsidRDefault="00967B42" w:rsidP="001C0327">
      <w:pPr>
        <w:pStyle w:val="NormalWeb"/>
        <w:bidi/>
        <w:rPr>
          <w:b/>
          <w:bCs/>
          <w:sz w:val="40"/>
          <w:szCs w:val="40"/>
          <w:u w:val="single"/>
          <w:rtl/>
        </w:rPr>
      </w:pPr>
    </w:p>
    <w:p w:rsidR="00967B42" w:rsidRPr="00136A2A" w:rsidRDefault="00967B42" w:rsidP="009877B4">
      <w:pPr>
        <w:pStyle w:val="NormalWeb"/>
        <w:bidi/>
        <w:rPr>
          <w:b/>
          <w:bCs/>
          <w:rtl/>
        </w:rPr>
      </w:pPr>
      <w:r w:rsidRPr="00136A2A">
        <w:rPr>
          <w:b/>
          <w:bCs/>
          <w:rtl/>
        </w:rPr>
        <w:t>התכנסות תחילת פעילות הקייטנה</w:t>
      </w:r>
    </w:p>
    <w:p w:rsidR="00967B42" w:rsidRDefault="00967B42" w:rsidP="001D775B">
      <w:pPr>
        <w:pStyle w:val="NormalWeb"/>
        <w:bidi/>
        <w:rPr>
          <w:rtl/>
        </w:rPr>
      </w:pPr>
      <w:r>
        <w:rPr>
          <w:rtl/>
        </w:rPr>
        <w:t>המטרה החינוכית - הילדים יכירו את חבריהם ואת צוות המדריכים, הילדים ילמדו את כללי האתיקה של הקייטנה והדרכה על נושא הבטיחות והבטחון. הילדים ידעו את תוכנית  הקייטנה ועל החוויות הצפויות להם . הילדים ידעו היכן השירותים, המקלט והיכן התיק שלהם נמצא במהלך הקייטנה. התלמידים ידעו מה עושים בשעת חרום.</w:t>
      </w:r>
    </w:p>
    <w:p w:rsidR="00967B42" w:rsidRDefault="00967B42" w:rsidP="001D775B">
      <w:pPr>
        <w:pStyle w:val="NormalWeb"/>
        <w:bidi/>
        <w:rPr>
          <w:b/>
          <w:bCs/>
          <w:rtl/>
        </w:rPr>
      </w:pPr>
      <w:r w:rsidRPr="001D775B">
        <w:rPr>
          <w:b/>
          <w:bCs/>
          <w:rtl/>
        </w:rPr>
        <w:t>התארגנות</w:t>
      </w:r>
      <w:r>
        <w:rPr>
          <w:b/>
          <w:bCs/>
          <w:rtl/>
        </w:rPr>
        <w:t xml:space="preserve"> וסדר</w:t>
      </w:r>
    </w:p>
    <w:p w:rsidR="00967B42" w:rsidRDefault="00967B42" w:rsidP="001D775B">
      <w:pPr>
        <w:pStyle w:val="NormalWeb"/>
        <w:bidi/>
        <w:rPr>
          <w:rtl/>
        </w:rPr>
      </w:pPr>
      <w:r>
        <w:rPr>
          <w:rtl/>
        </w:rPr>
        <w:t xml:space="preserve">הילדים ילמדו כיצד להתארגן לקייטנה. הילדים ילמדו על החשיבות של שמירה על חפציהם האישיים ועל חשיבות ערכים כגון: סדר, ארגון וניהול זמן. </w:t>
      </w:r>
    </w:p>
    <w:p w:rsidR="00967B42" w:rsidRPr="00255504" w:rsidRDefault="00967B42" w:rsidP="001D775B">
      <w:pPr>
        <w:pStyle w:val="NormalWeb"/>
        <w:bidi/>
        <w:rPr>
          <w:b/>
          <w:bCs/>
          <w:rtl/>
        </w:rPr>
      </w:pPr>
      <w:r w:rsidRPr="00255504">
        <w:rPr>
          <w:b/>
          <w:bCs/>
          <w:rtl/>
        </w:rPr>
        <w:t xml:space="preserve">אומנות </w:t>
      </w:r>
    </w:p>
    <w:p w:rsidR="00967B42" w:rsidRDefault="00967B42" w:rsidP="001D775B">
      <w:pPr>
        <w:pStyle w:val="NormalWeb"/>
        <w:bidi/>
        <w:rPr>
          <w:rtl/>
        </w:rPr>
      </w:pPr>
      <w:r>
        <w:rPr>
          <w:rtl/>
        </w:rPr>
        <w:t>מטרה חינוכית- הילדים ילמדו ליצור דרך הדמיון, תינתן אפשרות בחירה באופן הביצוע. הילדים ירכשו מיומנויות של מוטוריקה עדינה. הילדים יפתחו את הסבלנות ביצירה וייהנו מעמל ידיהם.</w:t>
      </w:r>
      <w:r>
        <w:rPr>
          <w:rtl/>
        </w:rPr>
        <w:br/>
        <w:t>התלמידים ידעו לתקן טעויות על ידי יצירתיות. התלמידים יקבלו כיליים להתמודדות עם תסכול באומנות.</w:t>
      </w:r>
    </w:p>
    <w:p w:rsidR="00967B42" w:rsidRPr="00255504" w:rsidRDefault="00967B42" w:rsidP="001D775B">
      <w:pPr>
        <w:pStyle w:val="NormalWeb"/>
        <w:bidi/>
        <w:rPr>
          <w:b/>
          <w:bCs/>
          <w:rtl/>
        </w:rPr>
      </w:pPr>
      <w:r w:rsidRPr="00255504">
        <w:rPr>
          <w:b/>
          <w:bCs/>
          <w:rtl/>
        </w:rPr>
        <w:t>מחול</w:t>
      </w:r>
      <w:r>
        <w:rPr>
          <w:b/>
          <w:bCs/>
          <w:rtl/>
        </w:rPr>
        <w:t>-</w:t>
      </w:r>
      <w:r w:rsidRPr="00255504">
        <w:rPr>
          <w:b/>
          <w:bCs/>
          <w:rtl/>
        </w:rPr>
        <w:t xml:space="preserve"> ריקוד </w:t>
      </w:r>
      <w:r>
        <w:rPr>
          <w:b/>
          <w:bCs/>
          <w:rtl/>
        </w:rPr>
        <w:t>ותנועה</w:t>
      </w:r>
    </w:p>
    <w:p w:rsidR="00967B42" w:rsidRDefault="00967B42" w:rsidP="001D775B">
      <w:pPr>
        <w:pStyle w:val="NormalWeb"/>
        <w:bidi/>
        <w:rPr>
          <w:rtl/>
        </w:rPr>
      </w:pPr>
      <w:r>
        <w:rPr>
          <w:rtl/>
        </w:rPr>
        <w:t>מטרה חינוכית- הילדים יכירו בהנאה שבתנועה לצלילי מוסיקה. הילדים יחושו תנועות חדשות ויכירו את גופם דרך התנועה, הילדים יפתחו חוש קצב ישתחררו ויפיגו מתחים. התלמידים יחוו התרוממות רוח דרך הריקוד והתנועה.</w:t>
      </w:r>
    </w:p>
    <w:p w:rsidR="00967B42" w:rsidRPr="001D775B" w:rsidRDefault="00967B42" w:rsidP="001D775B">
      <w:pPr>
        <w:pStyle w:val="NormalWeb"/>
        <w:bidi/>
        <w:rPr>
          <w:rtl/>
        </w:rPr>
      </w:pPr>
      <w:r w:rsidRPr="00255504">
        <w:rPr>
          <w:b/>
          <w:bCs/>
          <w:rtl/>
        </w:rPr>
        <w:t>יום בריאות</w:t>
      </w:r>
      <w:r>
        <w:rPr>
          <w:b/>
          <w:bCs/>
          <w:rtl/>
        </w:rPr>
        <w:tab/>
      </w:r>
    </w:p>
    <w:p w:rsidR="00967B42" w:rsidRPr="001C0327" w:rsidRDefault="00967B42" w:rsidP="001D775B">
      <w:pPr>
        <w:pStyle w:val="NormalWeb"/>
        <w:bidi/>
        <w:rPr>
          <w:rtl/>
        </w:rPr>
      </w:pPr>
      <w:r>
        <w:rPr>
          <w:rtl/>
        </w:rPr>
        <w:t>מטרה חינוכית - הילדים יכירו את גופם ודרך תפקודו. הילדים ילמדו על דרכים לשמירה על תזונה נכונה. חשיבות הניקיון של גופנו הילדים ילמדו כיצד ניתן לשמור על אורח חיים בריא על ידי פעילות גופנית.</w:t>
      </w:r>
    </w:p>
    <w:p w:rsidR="00967B42" w:rsidRPr="00136A2A" w:rsidRDefault="00967B42" w:rsidP="009877B4">
      <w:pPr>
        <w:pStyle w:val="NormalWeb"/>
        <w:bidi/>
        <w:rPr>
          <w:b/>
          <w:bCs/>
          <w:rtl/>
        </w:rPr>
      </w:pPr>
      <w:r w:rsidRPr="00136A2A">
        <w:rPr>
          <w:b/>
          <w:bCs/>
          <w:rtl/>
        </w:rPr>
        <w:t xml:space="preserve">משחקי הכדור </w:t>
      </w:r>
    </w:p>
    <w:p w:rsidR="00967B42" w:rsidRPr="00255504" w:rsidRDefault="00967B42" w:rsidP="002D197A">
      <w:pPr>
        <w:pStyle w:val="NormalWeb"/>
        <w:bidi/>
        <w:rPr>
          <w:rtl/>
        </w:rPr>
      </w:pPr>
      <w:r>
        <w:rPr>
          <w:rtl/>
        </w:rPr>
        <w:t>מטרה חינוכית - הילדים ילמדו לשתף פעולה עם חברייהם לקבוצה. הילדים ירכוש מיומנויות של עבודת צוות, שליטה עצמית ואיפוק. שיפור ופיתוח מרכיבי הכושר הגופני. שהילדים ידעו לכבד כללי משחק, הכרה בגבולות המשחק ודרכים להתמודדות עם קשיים. הילדים יכירו את דמות השופט וילמדו לכבד את החלטותיו. הילדים ילמדו לפרגן ליריב ולהעריך מאמץ של היריב והכרת תודה.</w:t>
      </w:r>
      <w:r>
        <w:rPr>
          <w:rtl/>
        </w:rPr>
        <w:br/>
      </w:r>
      <w:r>
        <w:rPr>
          <w:rtl/>
        </w:rPr>
        <w:br/>
      </w:r>
      <w:r w:rsidRPr="00255504">
        <w:rPr>
          <w:b/>
          <w:bCs/>
          <w:rtl/>
        </w:rPr>
        <w:t>בייסבול</w:t>
      </w:r>
    </w:p>
    <w:p w:rsidR="00967B42" w:rsidRDefault="00967B42" w:rsidP="002D197A">
      <w:pPr>
        <w:pStyle w:val="NormalWeb"/>
        <w:bidi/>
        <w:rPr>
          <w:rtl/>
        </w:rPr>
      </w:pPr>
      <w:r>
        <w:rPr>
          <w:rtl/>
        </w:rPr>
        <w:t>מטרה חינוכית- הילדים יחוו משחק קבוצתי שונה מהמשחקים המוכרים לו, בנוסף יתרגלו וישפרו את קשר עין ויד, שיפור היציבה, דיוק, ומיומנויות של עבודת צוות (כדורי הבייסבול יהיו טניס\כדורי בייסבול רכים). הילדים ילמדו מצבים במשחק הבייסבול ולקבל החלטות מהירות. התלמידים ידעו את המונחים המקצועיים בשפה האנגלית וידעו להסביר אותם.</w:t>
      </w:r>
    </w:p>
    <w:p w:rsidR="00967B42" w:rsidRPr="00255504" w:rsidRDefault="00967B42" w:rsidP="002D197A">
      <w:pPr>
        <w:pStyle w:val="NormalWeb"/>
        <w:bidi/>
        <w:rPr>
          <w:b/>
          <w:bCs/>
          <w:rtl/>
        </w:rPr>
      </w:pPr>
      <w:r>
        <w:rPr>
          <w:rtl/>
        </w:rPr>
        <w:t> </w:t>
      </w:r>
      <w:r w:rsidRPr="00255504">
        <w:rPr>
          <w:b/>
          <w:bCs/>
          <w:rtl/>
        </w:rPr>
        <w:t>יום ספורט</w:t>
      </w:r>
    </w:p>
    <w:p w:rsidR="00967B42" w:rsidRDefault="00967B42" w:rsidP="003F739A">
      <w:pPr>
        <w:pStyle w:val="NormalWeb"/>
        <w:bidi/>
        <w:rPr>
          <w:rtl/>
        </w:rPr>
      </w:pPr>
      <w:r>
        <w:rPr>
          <w:rtl/>
        </w:rPr>
        <w:t>מטרה חינוכית- הילדים יחוו פעילות בתחנות ספורט עתיקות ויכירו את ההיסטוריה של הספורט והתפתחותו בעולם. בנוסף ילמדו להתמודד עם הצלחה וכישלון. הילדים ישתפו פעולה ויעבדו בצוות להשגת מטרות משותפות – שימת דגש מיוחדת על משוב חיובי לסביבה, ורוח ספורטיבית.</w:t>
      </w:r>
    </w:p>
    <w:p w:rsidR="00967B42" w:rsidRPr="00255504" w:rsidRDefault="00967B42" w:rsidP="00646F68">
      <w:pPr>
        <w:pStyle w:val="NormalWeb"/>
        <w:bidi/>
        <w:rPr>
          <w:b/>
          <w:bCs/>
          <w:rtl/>
        </w:rPr>
      </w:pPr>
      <w:r>
        <w:rPr>
          <w:rtl/>
        </w:rPr>
        <w:t> </w:t>
      </w:r>
      <w:r w:rsidRPr="00255504">
        <w:rPr>
          <w:b/>
          <w:bCs/>
          <w:rtl/>
        </w:rPr>
        <w:t>תכשיטנות ויצירה</w:t>
      </w:r>
    </w:p>
    <w:p w:rsidR="00967B42" w:rsidRDefault="00967B42" w:rsidP="003F739A">
      <w:pPr>
        <w:pStyle w:val="NormalWeb"/>
        <w:bidi/>
        <w:rPr>
          <w:rtl/>
        </w:rPr>
      </w:pPr>
      <w:r>
        <w:rPr>
          <w:rtl/>
        </w:rPr>
        <w:t>מטרה חינוכית- הילדים יפתחו חוש יצירתי ויבחרו לעצמם תחום יצירה הקרוב לליבם. הילדים ילמדו להשחיל, לעצב, לרקום, ולצרף חומרים לעבודה אחת.</w:t>
      </w:r>
    </w:p>
    <w:p w:rsidR="00967B42" w:rsidRPr="00255504" w:rsidRDefault="00967B42" w:rsidP="00255504">
      <w:pPr>
        <w:pStyle w:val="NormalWeb"/>
        <w:bidi/>
        <w:rPr>
          <w:b/>
          <w:bCs/>
          <w:rtl/>
        </w:rPr>
      </w:pPr>
      <w:r>
        <w:rPr>
          <w:rtl/>
        </w:rPr>
        <w:t> </w:t>
      </w:r>
      <w:r>
        <w:rPr>
          <w:b/>
          <w:bCs/>
          <w:rtl/>
        </w:rPr>
        <w:t>ספיד סטאקס</w:t>
      </w:r>
    </w:p>
    <w:p w:rsidR="00967B42" w:rsidRDefault="00967B42" w:rsidP="003F739A">
      <w:pPr>
        <w:pStyle w:val="NormalWeb"/>
        <w:bidi/>
        <w:rPr>
          <w:rtl/>
        </w:rPr>
      </w:pPr>
      <w:r>
        <w:rPr>
          <w:rtl/>
        </w:rPr>
        <w:t>מטרה חינוכית- הילד ילמד ממשחק חדש ולא מוכר בו יפתח את זריזות הידיים, חשיבה מהירה וקואורדינציה. הילדים (מי שירצה) יתמודדו לחץ זמנים ביחס לביצוע. הילדים שיודעים את המשחק ישמשו כמדריכים בפעילות ובכך ניצור שיתוף פעולה חינוכי ומאתגר.</w:t>
      </w:r>
    </w:p>
    <w:p w:rsidR="00967B42" w:rsidRPr="00255504" w:rsidRDefault="00967B42" w:rsidP="00646F68">
      <w:pPr>
        <w:pStyle w:val="NormalWeb"/>
        <w:bidi/>
        <w:rPr>
          <w:b/>
          <w:bCs/>
          <w:rtl/>
        </w:rPr>
      </w:pPr>
      <w:r>
        <w:rPr>
          <w:rtl/>
        </w:rPr>
        <w:t> </w:t>
      </w:r>
      <w:r w:rsidRPr="00255504">
        <w:rPr>
          <w:b/>
          <w:bCs/>
          <w:rtl/>
        </w:rPr>
        <w:t>שוק קח ותן</w:t>
      </w:r>
    </w:p>
    <w:p w:rsidR="00967B42" w:rsidRDefault="00967B42" w:rsidP="001C0327">
      <w:pPr>
        <w:pStyle w:val="NormalWeb"/>
        <w:bidi/>
        <w:rPr>
          <w:rtl/>
        </w:rPr>
      </w:pPr>
      <w:r>
        <w:rPr>
          <w:rtl/>
        </w:rPr>
        <w:t>מטרה חינוכית – הילדים ילמדו עקרונות של מסחר ומשא ומתן כגון : כיצד סוגרים עסקה? האם ניתן לבטל עסקה? איך מבטלים עסקה? עקרון לחיצת ידיים בסיכום עקרונות . שמירה על אינטרסים אישיים במשא ומתן ועוד. הילדים ילמדו על ארגון דוכן ודרכי שיווק ומכירה.  הילדים יכירו את המושג "מכירה פומבית ".</w:t>
      </w:r>
    </w:p>
    <w:p w:rsidR="00967B42" w:rsidRPr="00255504" w:rsidRDefault="00967B42" w:rsidP="001D775B">
      <w:pPr>
        <w:pStyle w:val="NormalWeb"/>
        <w:bidi/>
        <w:rPr>
          <w:b/>
          <w:bCs/>
          <w:rtl/>
        </w:rPr>
      </w:pPr>
      <w:r w:rsidRPr="00255504">
        <w:rPr>
          <w:b/>
          <w:bCs/>
          <w:rtl/>
        </w:rPr>
        <w:t> </w:t>
      </w:r>
      <w:r>
        <w:rPr>
          <w:b/>
          <w:bCs/>
          <w:rtl/>
        </w:rPr>
        <w:t>אומנות לחימה</w:t>
      </w:r>
    </w:p>
    <w:p w:rsidR="00967B42" w:rsidRDefault="00967B42" w:rsidP="001C0327">
      <w:pPr>
        <w:pStyle w:val="NormalWeb"/>
        <w:bidi/>
        <w:rPr>
          <w:rtl/>
        </w:rPr>
      </w:pPr>
      <w:r>
        <w:rPr>
          <w:rtl/>
        </w:rPr>
        <w:t>מטרה חינוכית- הילדים יכירו דרכים מעשיות להגנה עצמית. הילדים יתרגלו שחרורים ובעיטות, כבוד ליריב,  חינוך לשמירה על גופנו והימנעות מאלימות. הילדים ילמדו על חשיבות השימוש בקול להרתעה.</w:t>
      </w:r>
    </w:p>
    <w:p w:rsidR="00967B42" w:rsidRPr="00255504" w:rsidRDefault="00967B42" w:rsidP="00255504">
      <w:pPr>
        <w:pStyle w:val="NormalWeb"/>
        <w:bidi/>
        <w:rPr>
          <w:b/>
          <w:bCs/>
          <w:rtl/>
        </w:rPr>
      </w:pPr>
      <w:r>
        <w:rPr>
          <w:rtl/>
        </w:rPr>
        <w:t> </w:t>
      </w:r>
      <w:r w:rsidRPr="00255504">
        <w:rPr>
          <w:b/>
          <w:bCs/>
          <w:rtl/>
        </w:rPr>
        <w:t>בריכה</w:t>
      </w:r>
    </w:p>
    <w:p w:rsidR="00967B42" w:rsidRDefault="00967B42" w:rsidP="002D197A">
      <w:pPr>
        <w:pStyle w:val="NormalWeb"/>
        <w:bidi/>
        <w:rPr>
          <w:rtl/>
        </w:rPr>
      </w:pPr>
      <w:r>
        <w:rPr>
          <w:rtl/>
        </w:rPr>
        <w:t xml:space="preserve">מטרה חינוכית- הילדים ילמדו לשחות וליהנות מרחצה משותפת. הילדים יכירו את המדריכים ב"גובה העיניים". </w:t>
      </w:r>
    </w:p>
    <w:p w:rsidR="00967B42" w:rsidRPr="00255504" w:rsidRDefault="00967B42" w:rsidP="002D197A">
      <w:pPr>
        <w:pStyle w:val="NormalWeb"/>
        <w:bidi/>
        <w:rPr>
          <w:b/>
          <w:bCs/>
          <w:rtl/>
        </w:rPr>
      </w:pPr>
      <w:r w:rsidRPr="00255504">
        <w:rPr>
          <w:b/>
          <w:bCs/>
          <w:rtl/>
        </w:rPr>
        <w:t> </w:t>
      </w:r>
      <w:r>
        <w:rPr>
          <w:rtl/>
        </w:rPr>
        <w:t> </w:t>
      </w:r>
      <w:r w:rsidRPr="00255504">
        <w:rPr>
          <w:b/>
          <w:bCs/>
          <w:rtl/>
        </w:rPr>
        <w:t xml:space="preserve">בראש גדול </w:t>
      </w:r>
    </w:p>
    <w:p w:rsidR="00967B42" w:rsidRDefault="00967B42" w:rsidP="00255504">
      <w:pPr>
        <w:pStyle w:val="NormalWeb"/>
        <w:bidi/>
        <w:rPr>
          <w:rtl/>
        </w:rPr>
      </w:pPr>
      <w:r>
        <w:rPr>
          <w:rtl/>
        </w:rPr>
        <w:t>מטרה חינוכית- לתת אפשרות בחירה לילדים -הילד יציג משחק שהוא טוב בו , יביא דוגמאות לערכים חשובים שלמד , הילדים יפעילו בעצמם את החברים לקייטנה.</w:t>
      </w:r>
    </w:p>
    <w:p w:rsidR="00967B42" w:rsidRDefault="00967B42" w:rsidP="001C0327">
      <w:pPr>
        <w:pStyle w:val="NormalWeb"/>
        <w:bidi/>
        <w:rPr>
          <w:b/>
          <w:bCs/>
          <w:rtl/>
        </w:rPr>
      </w:pPr>
      <w:r w:rsidRPr="001C0327">
        <w:rPr>
          <w:b/>
          <w:bCs/>
          <w:rtl/>
        </w:rPr>
        <w:t>יום אולימפי</w:t>
      </w:r>
    </w:p>
    <w:p w:rsidR="00967B42" w:rsidRDefault="00967B42" w:rsidP="001D775B">
      <w:pPr>
        <w:pStyle w:val="NormalWeb"/>
        <w:bidi/>
        <w:rPr>
          <w:rtl/>
        </w:rPr>
      </w:pPr>
      <w:r>
        <w:rPr>
          <w:rtl/>
        </w:rPr>
        <w:t>הילדים יכירו את המפעל האולימפי ואת סוגי התחרויות. הילדים יקבלו מטלה של הכנת משלחת אולימפית ויבחרו באלו תחנות הם ישתתפו. הילדים יעבדו מול טבלת ריכוז תוצאות של חבריהם ויצטרכו לסכם ולהגיש את התוצאות. הילדים ילמדו על חשיבות רמת הביצוע בספורט מול האתגר. ומהם הדרכים בהם מגיעים לרמת ביצוע טובה. התלמידים ילמדו כיצד לקבל את הכישלון כדבר מועיל ומחזק.</w:t>
      </w:r>
    </w:p>
    <w:p w:rsidR="00967B42" w:rsidRDefault="00967B42" w:rsidP="001D775B">
      <w:pPr>
        <w:pStyle w:val="NormalWeb"/>
        <w:bidi/>
        <w:rPr>
          <w:b/>
          <w:bCs/>
          <w:rtl/>
        </w:rPr>
      </w:pPr>
      <w:r w:rsidRPr="001D775B">
        <w:rPr>
          <w:b/>
          <w:bCs/>
          <w:rtl/>
        </w:rPr>
        <w:t>סיירות</w:t>
      </w:r>
    </w:p>
    <w:p w:rsidR="00967B42" w:rsidRPr="001D775B" w:rsidRDefault="00967B42" w:rsidP="00BB0E5B">
      <w:pPr>
        <w:pStyle w:val="NormalWeb"/>
        <w:bidi/>
        <w:rPr>
          <w:rtl/>
        </w:rPr>
      </w:pPr>
      <w:r w:rsidRPr="001D775B">
        <w:rPr>
          <w:rtl/>
        </w:rPr>
        <w:t>הילדים</w:t>
      </w:r>
      <w:r>
        <w:rPr>
          <w:rtl/>
        </w:rPr>
        <w:t xml:space="preserve"> ילמדו על חוקי הטבע וינהלו דיון בנושא. הילדים יכירו סוגי צמחים, צורות נוף ודרכים להישרדות בטבע. הילדים יכירו צמחים שאפשר לאכול .</w:t>
      </w:r>
    </w:p>
    <w:sectPr w:rsidR="00967B42" w:rsidRPr="001D775B" w:rsidSect="00D67EE0">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877B4"/>
    <w:rsid w:val="000E5EBA"/>
    <w:rsid w:val="00136A2A"/>
    <w:rsid w:val="00185AF3"/>
    <w:rsid w:val="001C0327"/>
    <w:rsid w:val="001D775B"/>
    <w:rsid w:val="00207DBD"/>
    <w:rsid w:val="00255504"/>
    <w:rsid w:val="00280AE4"/>
    <w:rsid w:val="002D197A"/>
    <w:rsid w:val="002D37FA"/>
    <w:rsid w:val="00353ABF"/>
    <w:rsid w:val="003F739A"/>
    <w:rsid w:val="0042237D"/>
    <w:rsid w:val="00571315"/>
    <w:rsid w:val="00646F68"/>
    <w:rsid w:val="0068292B"/>
    <w:rsid w:val="00737CC4"/>
    <w:rsid w:val="00786F69"/>
    <w:rsid w:val="007F7039"/>
    <w:rsid w:val="008421B8"/>
    <w:rsid w:val="00967B42"/>
    <w:rsid w:val="009877B4"/>
    <w:rsid w:val="00A44AD0"/>
    <w:rsid w:val="00A47C36"/>
    <w:rsid w:val="00A57E2E"/>
    <w:rsid w:val="00BB0E5B"/>
    <w:rsid w:val="00D37C99"/>
    <w:rsid w:val="00D67EE0"/>
    <w:rsid w:val="00DC43A8"/>
    <w:rsid w:val="00E85F2F"/>
    <w:rsid w:val="00FC129C"/>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Arial"/>
        <w:sz w:val="22"/>
        <w:szCs w:val="22"/>
        <w:lang w:val="en-US" w:eastAsia="en-US" w:bidi="he-IL"/>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67EE0"/>
    <w:pPr>
      <w:spacing w:after="200" w:line="276" w:lineRule="auto"/>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9877B4"/>
    <w:pPr>
      <w:spacing w:before="100" w:beforeAutospacing="1" w:after="100" w:afterAutospacing="1" w:line="240" w:lineRule="auto"/>
    </w:pPr>
    <w:rPr>
      <w:rFonts w:ascii="Times New Roman" w:hAnsi="Times New Roman" w:cs="Times New Roman"/>
      <w:sz w:val="24"/>
      <w:szCs w:val="24"/>
    </w:rPr>
  </w:style>
  <w:style w:type="paragraph" w:styleId="BalloonText">
    <w:name w:val="Balloon Text"/>
    <w:basedOn w:val="Normal"/>
    <w:link w:val="BalloonTextChar"/>
    <w:uiPriority w:val="99"/>
    <w:semiHidden/>
    <w:rsid w:val="009877B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9877B4"/>
    <w:rPr>
      <w:rFonts w:ascii="Tahoma" w:hAnsi="Tahoma" w:cs="Tahoma"/>
      <w:sz w:val="16"/>
      <w:szCs w:val="16"/>
      <w:lang w:bidi="he-IL"/>
    </w:rPr>
  </w:style>
</w:styles>
</file>

<file path=word/webSettings.xml><?xml version="1.0" encoding="utf-8"?>
<w:webSettings xmlns:r="http://schemas.openxmlformats.org/officeDocument/2006/relationships" xmlns:w="http://schemas.openxmlformats.org/wordprocessingml/2006/main">
  <w:divs>
    <w:div w:id="34806865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3</Pages>
  <Words>560</Words>
  <Characters>3197</Characters>
  <Application>Microsoft Office Outlook</Application>
  <DocSecurity>0</DocSecurity>
  <Lines>0</Lines>
  <Paragraphs>0</Paragraphs>
  <ScaleCrop>false</ScaleCrop>
  <Company>Grizli777</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david</dc:creator>
  <cp:keywords/>
  <dc:description/>
  <cp:lastModifiedBy>OWNER</cp:lastModifiedBy>
  <cp:revision>2</cp:revision>
  <dcterms:created xsi:type="dcterms:W3CDTF">2013-06-10T16:48:00Z</dcterms:created>
  <dcterms:modified xsi:type="dcterms:W3CDTF">2013-06-10T16:48:00Z</dcterms:modified>
</cp:coreProperties>
</file>